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3A2913" w:rsidP="00FD4A68">
      <w:pPr>
        <w:pStyle w:val="LabTitle"/>
        <w:rPr>
          <w:rStyle w:val="LabTitleInstVersred"/>
          <w:b/>
          <w:color w:val="auto"/>
        </w:rPr>
      </w:pPr>
      <w:r>
        <w:t>Packet Tracer</w:t>
      </w:r>
      <w:r w:rsidR="00B97943">
        <w:t xml:space="preserve"> </w:t>
      </w:r>
      <w:r w:rsidR="00751302">
        <w:t>-</w:t>
      </w:r>
      <w:r w:rsidR="002D6C2A" w:rsidRPr="00FD4A68">
        <w:t xml:space="preserve"> </w:t>
      </w:r>
      <w:r w:rsidR="00227DD2" w:rsidRPr="003C004F">
        <w:t xml:space="preserve">Layer 2 </w:t>
      </w:r>
      <w:r w:rsidR="00227DD2">
        <w:t>VLAN Security</w:t>
      </w:r>
    </w:p>
    <w:p w:rsidR="003C6BCA" w:rsidRDefault="001E38E0" w:rsidP="0014219C">
      <w:pPr>
        <w:pStyle w:val="LabSection"/>
      </w:pPr>
      <w:r>
        <w:t>Topology</w:t>
      </w:r>
    </w:p>
    <w:p w:rsidR="008C4307" w:rsidRDefault="00DB511B" w:rsidP="00A6283D">
      <w:pPr>
        <w:pStyle w:val="Visual"/>
      </w:pPr>
      <w:r w:rsidRPr="00DB511B">
        <w:rPr>
          <w:noProof/>
        </w:rPr>
        <w:drawing>
          <wp:inline distT="0" distB="0" distL="0" distR="0" wp14:anchorId="60516487" wp14:editId="2D8A6BCE">
            <wp:extent cx="5143500" cy="3571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43500" cy="3571875"/>
                    </a:xfrm>
                    <a:prstGeom prst="rect">
                      <a:avLst/>
                    </a:prstGeom>
                  </pic:spPr>
                </pic:pic>
              </a:graphicData>
            </a:graphic>
          </wp:inline>
        </w:drawing>
      </w:r>
    </w:p>
    <w:p w:rsidR="009D2C27" w:rsidRPr="00BB73FF" w:rsidRDefault="009D2C27" w:rsidP="0014219C">
      <w:pPr>
        <w:pStyle w:val="LabSection"/>
      </w:pPr>
      <w:r w:rsidRPr="00BB73FF">
        <w:t>Objective</w:t>
      </w:r>
      <w:r w:rsidR="006E6581">
        <w:t>s</w:t>
      </w:r>
    </w:p>
    <w:p w:rsidR="00944AF2" w:rsidRDefault="00944AF2" w:rsidP="00944AF2">
      <w:pPr>
        <w:pStyle w:val="Bulletlevel1"/>
      </w:pPr>
      <w:r>
        <w:t>Connect a new redundant link between SW-1 and SW-2.</w:t>
      </w:r>
    </w:p>
    <w:p w:rsidR="00944AF2" w:rsidRDefault="00944AF2" w:rsidP="00944AF2">
      <w:pPr>
        <w:pStyle w:val="Bulletlevel1"/>
      </w:pPr>
      <w:r>
        <w:t>Enable trunking and configure security on the new trunk link between SW-1 and SW-2.</w:t>
      </w:r>
    </w:p>
    <w:p w:rsidR="00944AF2" w:rsidRDefault="00944AF2" w:rsidP="00944AF2">
      <w:pPr>
        <w:pStyle w:val="Bulletlevel1"/>
      </w:pPr>
      <w:r>
        <w:t>Create a new management VLAN (VLAN 20) and attach a management PC to that VLAN.</w:t>
      </w:r>
    </w:p>
    <w:p w:rsidR="00944AF2" w:rsidRPr="004A724D" w:rsidRDefault="00944AF2" w:rsidP="00944AF2">
      <w:pPr>
        <w:pStyle w:val="Bulletlevel1"/>
      </w:pPr>
      <w:r>
        <w:t>Implement an ACL to prevent outside users from accessing the management VLAN.</w:t>
      </w:r>
    </w:p>
    <w:p w:rsidR="00231DCA" w:rsidRPr="008402F2" w:rsidRDefault="00231DCA" w:rsidP="008402F2">
      <w:pPr>
        <w:pStyle w:val="LabSection"/>
        <w:rPr>
          <w:rFonts w:eastAsia="Arial"/>
        </w:rPr>
      </w:pPr>
      <w:r w:rsidRPr="008402F2">
        <w:rPr>
          <w:rFonts w:eastAsia="Arial"/>
        </w:rPr>
        <w:t>Background</w:t>
      </w:r>
      <w:r w:rsidR="008402F2">
        <w:t xml:space="preserve"> / Scenario</w:t>
      </w:r>
    </w:p>
    <w:p w:rsidR="00944AF2" w:rsidRDefault="00944AF2" w:rsidP="00944AF2">
      <w:pPr>
        <w:pStyle w:val="BodyTextL25"/>
      </w:pPr>
      <w:r>
        <w:t>A company’s network is currently set up using two separate VLANs: VLAN 5 and VLAN 10. In addition, all trunk ports are configured with native VLAN 15. A network administrator wants to add a redundant link between switch SW-1 and SW-2. The link must have trunking enabled and all security requirements should be in place.</w:t>
      </w:r>
    </w:p>
    <w:p w:rsidR="00944AF2" w:rsidRDefault="00944AF2" w:rsidP="00944AF2">
      <w:pPr>
        <w:pStyle w:val="BodyTextL25"/>
      </w:pPr>
      <w:r>
        <w:t xml:space="preserve">In addition, the network administrator wants to connect a management PC to switch SW-A. The administrator would like to </w:t>
      </w:r>
      <w:r w:rsidR="00612719">
        <w:t>enable</w:t>
      </w:r>
      <w:r>
        <w:t xml:space="preserve"> the management PC to connect to all switches and the router, but does not want any other devices to connect to the management PC or the switches. The administrator would like to create a new VLAN 20 for management purposes.</w:t>
      </w:r>
    </w:p>
    <w:p w:rsidR="00944AF2" w:rsidRDefault="00944AF2" w:rsidP="00944AF2">
      <w:pPr>
        <w:pStyle w:val="BodyTextL25"/>
      </w:pPr>
      <w:r>
        <w:t>All devices have been preconfigured with:</w:t>
      </w:r>
    </w:p>
    <w:p w:rsidR="00944AF2" w:rsidRDefault="00944AF2" w:rsidP="00944AF2">
      <w:pPr>
        <w:pStyle w:val="Bulletlevel2"/>
      </w:pPr>
      <w:r>
        <w:t xml:space="preserve">Enable secret password: </w:t>
      </w:r>
      <w:r>
        <w:rPr>
          <w:b/>
        </w:rPr>
        <w:t>cisco</w:t>
      </w:r>
      <w:r w:rsidRPr="00DD7838">
        <w:rPr>
          <w:b/>
        </w:rPr>
        <w:t>enpa55</w:t>
      </w:r>
    </w:p>
    <w:p w:rsidR="00944AF2" w:rsidRDefault="00944AF2" w:rsidP="00944AF2">
      <w:pPr>
        <w:pStyle w:val="Bulletlevel2"/>
      </w:pPr>
      <w:r>
        <w:t xml:space="preserve">Console password: </w:t>
      </w:r>
      <w:r>
        <w:rPr>
          <w:b/>
        </w:rPr>
        <w:t>ciscoconpa55</w:t>
      </w:r>
    </w:p>
    <w:p w:rsidR="00944AF2" w:rsidRDefault="00427648" w:rsidP="00944AF2">
      <w:pPr>
        <w:pStyle w:val="Bulletlevel2"/>
      </w:pPr>
      <w:r>
        <w:t xml:space="preserve">SSH username and password: </w:t>
      </w:r>
      <w:r>
        <w:rPr>
          <w:b/>
        </w:rPr>
        <w:t>SSHadmin</w:t>
      </w:r>
      <w:r w:rsidR="00792C8C">
        <w:rPr>
          <w:b/>
        </w:rPr>
        <w:t xml:space="preserve"> </w:t>
      </w:r>
      <w:r w:rsidRPr="00427648">
        <w:t>/</w:t>
      </w:r>
      <w:r w:rsidR="00792C8C">
        <w:t xml:space="preserve"> </w:t>
      </w:r>
      <w:r>
        <w:rPr>
          <w:b/>
        </w:rPr>
        <w:t>ciscosshpa55</w:t>
      </w:r>
    </w:p>
    <w:p w:rsidR="00944AF2" w:rsidRPr="00884766" w:rsidRDefault="00944AF2" w:rsidP="00944AF2">
      <w:pPr>
        <w:pStyle w:val="PartHead"/>
      </w:pPr>
      <w:r w:rsidRPr="00884766">
        <w:lastRenderedPageBreak/>
        <w:t>Verify Connectivity</w:t>
      </w:r>
    </w:p>
    <w:p w:rsidR="00944AF2" w:rsidRDefault="00944AF2" w:rsidP="00944AF2">
      <w:pPr>
        <w:pStyle w:val="StepHead"/>
      </w:pPr>
      <w:r>
        <w:t>Verify connectivity between C2 (VLAN 10) and C3 (VLAN 10).</w:t>
      </w:r>
    </w:p>
    <w:p w:rsidR="00944AF2" w:rsidRDefault="00944AF2" w:rsidP="00944AF2">
      <w:pPr>
        <w:pStyle w:val="StepHead"/>
      </w:pPr>
      <w:r>
        <w:t>Verify connectivity between C2 (VLAN 10) and D1 (VLAN 5).</w:t>
      </w:r>
    </w:p>
    <w:p w:rsidR="00944AF2" w:rsidRDefault="00944AF2" w:rsidP="00944AF2">
      <w:pPr>
        <w:pStyle w:val="BodyTextL25"/>
      </w:pPr>
      <w:r w:rsidRPr="00944AF2">
        <w:rPr>
          <w:b/>
        </w:rPr>
        <w:t>Note</w:t>
      </w:r>
      <w:r>
        <w:t xml:space="preserve">: If using the simple PDU GUI packet, be sure to </w:t>
      </w:r>
      <w:r w:rsidRPr="00FA4583">
        <w:t>ping</w:t>
      </w:r>
      <w:r>
        <w:t xml:space="preserve"> twice to allow for ARP.</w:t>
      </w:r>
    </w:p>
    <w:p w:rsidR="00944AF2" w:rsidRPr="00884766" w:rsidRDefault="00944AF2" w:rsidP="00944AF2">
      <w:pPr>
        <w:pStyle w:val="PartHead"/>
      </w:pPr>
      <w:r w:rsidRPr="00884766">
        <w:t>Create a Redun</w:t>
      </w:r>
      <w:r>
        <w:t>dant Link Between SW-1 and SW-2</w:t>
      </w:r>
    </w:p>
    <w:p w:rsidR="00944AF2" w:rsidRDefault="00944AF2" w:rsidP="00944AF2">
      <w:pPr>
        <w:pStyle w:val="StepHead"/>
      </w:pPr>
      <w:r>
        <w:t>Connect SW-1 and SW-2.</w:t>
      </w:r>
    </w:p>
    <w:p w:rsidR="00944AF2" w:rsidRDefault="00944AF2" w:rsidP="008775C8">
      <w:pPr>
        <w:pStyle w:val="BodyTextL25"/>
      </w:pPr>
      <w:r>
        <w:t xml:space="preserve">Using a </w:t>
      </w:r>
      <w:r w:rsidR="00842B97">
        <w:t>crossover cable, connect port F</w:t>
      </w:r>
      <w:r>
        <w:t xml:space="preserve">0/23 on </w:t>
      </w:r>
      <w:r w:rsidR="00D84CA3" w:rsidRPr="00D84CA3">
        <w:rPr>
          <w:b/>
        </w:rPr>
        <w:t>SW-1</w:t>
      </w:r>
      <w:r w:rsidR="00F56DF7">
        <w:t xml:space="preserve"> to port F</w:t>
      </w:r>
      <w:r>
        <w:t xml:space="preserve">0/23 on </w:t>
      </w:r>
      <w:r w:rsidR="00D84CA3" w:rsidRPr="00D84CA3">
        <w:rPr>
          <w:b/>
        </w:rPr>
        <w:t>SW-2</w:t>
      </w:r>
      <w:r>
        <w:t>.</w:t>
      </w:r>
    </w:p>
    <w:p w:rsidR="00944AF2" w:rsidRDefault="00944AF2" w:rsidP="00944AF2">
      <w:pPr>
        <w:pStyle w:val="StepHead"/>
      </w:pPr>
      <w:r>
        <w:t>Enable trunking, including all trunk security mechanisms on the link between SW-1 and SW-2.</w:t>
      </w:r>
    </w:p>
    <w:p w:rsidR="00944AF2" w:rsidRDefault="00944AF2" w:rsidP="008775C8">
      <w:pPr>
        <w:pStyle w:val="BodyTextL25"/>
      </w:pPr>
      <w:r>
        <w:t xml:space="preserve">Trunking has already been configured on all pre-existing trunk interfaces. The new link must be configured for trunking, including all trunk security mechanisms. On both </w:t>
      </w:r>
      <w:r w:rsidR="00D84CA3" w:rsidRPr="00D84CA3">
        <w:rPr>
          <w:b/>
        </w:rPr>
        <w:t>SW-1</w:t>
      </w:r>
      <w:r>
        <w:t xml:space="preserve"> and </w:t>
      </w:r>
      <w:r w:rsidR="00D84CA3" w:rsidRPr="00D84CA3">
        <w:rPr>
          <w:b/>
        </w:rPr>
        <w:t>SW-2</w:t>
      </w:r>
      <w:r>
        <w:t>, set the port to trunk, assign native VLAN 15 to the trunk port, and disable auto-negotiation.</w:t>
      </w:r>
    </w:p>
    <w:p w:rsidR="00944AF2" w:rsidRDefault="00944AF2" w:rsidP="00944AF2">
      <w:pPr>
        <w:pStyle w:val="PartHead"/>
      </w:pPr>
      <w:r w:rsidRPr="00D01E44">
        <w:t xml:space="preserve">Enable VLAN 20 as a </w:t>
      </w:r>
      <w:r w:rsidR="00F62653">
        <w:t>M</w:t>
      </w:r>
      <w:r w:rsidRPr="00D01E44">
        <w:t>anagement VLAN</w:t>
      </w:r>
    </w:p>
    <w:p w:rsidR="00944AF2" w:rsidRPr="00CD6393" w:rsidRDefault="00944AF2" w:rsidP="008775C8">
      <w:pPr>
        <w:pStyle w:val="BodyTextL25"/>
      </w:pPr>
      <w:r>
        <w:t>The network administrator w</w:t>
      </w:r>
      <w:r w:rsidR="007B05DD">
        <w:t>ants</w:t>
      </w:r>
      <w:r>
        <w:t xml:space="preserve"> to access all switch and routing devices using a management PC. For security</w:t>
      </w:r>
      <w:r w:rsidR="00D24100">
        <w:t xml:space="preserve"> purposes</w:t>
      </w:r>
      <w:r>
        <w:t>, the administrator wants to ensure that all managed devices are on a separate VLAN.</w:t>
      </w:r>
    </w:p>
    <w:p w:rsidR="00944AF2" w:rsidRDefault="00944AF2" w:rsidP="00944AF2">
      <w:pPr>
        <w:pStyle w:val="StepHead"/>
      </w:pPr>
      <w:r>
        <w:t>Enable a management VLAN (VLAN 20) on SW-A.</w:t>
      </w:r>
    </w:p>
    <w:p w:rsidR="00944AF2" w:rsidRDefault="005979C1" w:rsidP="008775C8">
      <w:pPr>
        <w:pStyle w:val="SubStepAlpha"/>
      </w:pPr>
      <w:r>
        <w:t xml:space="preserve">Enable VLAN 20 on </w:t>
      </w:r>
      <w:r w:rsidR="00D84CA3" w:rsidRPr="00D84CA3">
        <w:rPr>
          <w:b/>
        </w:rPr>
        <w:t>SW-A</w:t>
      </w:r>
      <w:r w:rsidR="00477A24">
        <w:t>.</w:t>
      </w:r>
    </w:p>
    <w:p w:rsidR="00D84CA3" w:rsidRPr="00D84CA3" w:rsidRDefault="00944AF2" w:rsidP="00D84CA3">
      <w:pPr>
        <w:pStyle w:val="SubStepAlpha"/>
        <w:rPr>
          <w:rFonts w:eastAsia="Arial"/>
        </w:rPr>
      </w:pPr>
      <w:r>
        <w:t>Create an interface VLAN 20 and assign an IP address within the 192.168.20.0/24 network.</w:t>
      </w:r>
    </w:p>
    <w:p w:rsidR="00944AF2" w:rsidRDefault="00944AF2" w:rsidP="008775C8">
      <w:pPr>
        <w:pStyle w:val="StepHead"/>
      </w:pPr>
      <w:r>
        <w:t>Enable the same management VLAN on all other switches.</w:t>
      </w:r>
    </w:p>
    <w:p w:rsidR="00B11631" w:rsidRDefault="007B05DD" w:rsidP="00B11631">
      <w:pPr>
        <w:pStyle w:val="SubStepAlpha"/>
      </w:pPr>
      <w:r>
        <w:t>C</w:t>
      </w:r>
      <w:r w:rsidR="00B11631">
        <w:t xml:space="preserve">reate the management VLAN on all switches: </w:t>
      </w:r>
      <w:r w:rsidR="00D84CA3" w:rsidRPr="00D84CA3">
        <w:rPr>
          <w:b/>
        </w:rPr>
        <w:t>SW-B</w:t>
      </w:r>
      <w:r w:rsidR="00B11631">
        <w:t xml:space="preserve">, </w:t>
      </w:r>
      <w:r w:rsidR="00D84CA3" w:rsidRPr="00D84CA3">
        <w:rPr>
          <w:b/>
        </w:rPr>
        <w:t>SW-1</w:t>
      </w:r>
      <w:r w:rsidR="00B11631">
        <w:t xml:space="preserve">, </w:t>
      </w:r>
      <w:r w:rsidR="00D84CA3" w:rsidRPr="00D84CA3">
        <w:rPr>
          <w:b/>
        </w:rPr>
        <w:t>SW-2</w:t>
      </w:r>
      <w:r w:rsidR="00D84CA3" w:rsidRPr="00D84CA3">
        <w:t>,</w:t>
      </w:r>
      <w:r w:rsidR="00B11631">
        <w:t xml:space="preserve"> and </w:t>
      </w:r>
      <w:r w:rsidR="00D84CA3" w:rsidRPr="00D84CA3">
        <w:rPr>
          <w:b/>
        </w:rPr>
        <w:t>Central</w:t>
      </w:r>
      <w:r w:rsidR="00B11631">
        <w:t>.</w:t>
      </w:r>
    </w:p>
    <w:p w:rsidR="00B11631" w:rsidRPr="00EA068A" w:rsidRDefault="00B11631" w:rsidP="00B11631">
      <w:pPr>
        <w:pStyle w:val="SubStepAlpha"/>
      </w:pPr>
      <w:r>
        <w:t>Create an interface VLAN 20 on all switches and assign an IP address within the 192.168.20.0/24 network.</w:t>
      </w:r>
    </w:p>
    <w:p w:rsidR="00944AF2" w:rsidRDefault="007F72E2" w:rsidP="00944AF2">
      <w:pPr>
        <w:pStyle w:val="StepHead"/>
      </w:pPr>
      <w:r>
        <w:t xml:space="preserve">Connect </w:t>
      </w:r>
      <w:r w:rsidR="00DF4ED2">
        <w:t xml:space="preserve">and configure </w:t>
      </w:r>
      <w:r>
        <w:t>the management PC</w:t>
      </w:r>
      <w:r w:rsidR="00DF4ED2">
        <w:t>.</w:t>
      </w:r>
    </w:p>
    <w:p w:rsidR="00205E61" w:rsidRPr="00C24DE8" w:rsidRDefault="007F72E2" w:rsidP="00205E61">
      <w:pPr>
        <w:pStyle w:val="BodyTextL25"/>
      </w:pPr>
      <w:r>
        <w:t xml:space="preserve">Connect the management PC to </w:t>
      </w:r>
      <w:r w:rsidRPr="00D84CA3">
        <w:rPr>
          <w:b/>
        </w:rPr>
        <w:t>SW-A</w:t>
      </w:r>
      <w:r>
        <w:t xml:space="preserve"> port F0/1 and ensure that it is assigned </w:t>
      </w:r>
      <w:r w:rsidR="00DF4ED2">
        <w:t>an available</w:t>
      </w:r>
      <w:r>
        <w:t xml:space="preserve"> IP address within the 192.168.20.0/24 network.</w:t>
      </w:r>
    </w:p>
    <w:p w:rsidR="00944AF2" w:rsidRDefault="00944AF2" w:rsidP="00944AF2">
      <w:pPr>
        <w:pStyle w:val="StepHead"/>
      </w:pPr>
      <w:r>
        <w:t>On SW-A, ensure the management PC is part of VLAN 20.</w:t>
      </w:r>
    </w:p>
    <w:p w:rsidR="00944AF2" w:rsidRPr="00902A07" w:rsidRDefault="00F56DF7" w:rsidP="008775C8">
      <w:pPr>
        <w:pStyle w:val="BodyTextL25"/>
      </w:pPr>
      <w:r>
        <w:t>Interface F</w:t>
      </w:r>
      <w:r w:rsidR="00944AF2" w:rsidRPr="00902A07">
        <w:t>0/1 must be part of VLAN 20.</w:t>
      </w:r>
    </w:p>
    <w:p w:rsidR="00944AF2" w:rsidRDefault="00944AF2" w:rsidP="00944AF2">
      <w:pPr>
        <w:pStyle w:val="StepHead"/>
      </w:pPr>
      <w:r>
        <w:t>Verify connectivity of the management PC to all switches.</w:t>
      </w:r>
    </w:p>
    <w:p w:rsidR="00944AF2" w:rsidRDefault="00944AF2" w:rsidP="008775C8">
      <w:pPr>
        <w:pStyle w:val="BodyTextL25"/>
      </w:pPr>
      <w:r>
        <w:t xml:space="preserve">The </w:t>
      </w:r>
      <w:r w:rsidRPr="0007375A">
        <w:t>management</w:t>
      </w:r>
      <w:r>
        <w:t xml:space="preserve"> PC should be able to </w:t>
      </w:r>
      <w:r w:rsidRPr="008775C8">
        <w:t xml:space="preserve">ping </w:t>
      </w:r>
      <w:r w:rsidR="00D84CA3" w:rsidRPr="00D84CA3">
        <w:rPr>
          <w:b/>
        </w:rPr>
        <w:t>SW-A</w:t>
      </w:r>
      <w:r>
        <w:t xml:space="preserve">, </w:t>
      </w:r>
      <w:r w:rsidR="00D84CA3" w:rsidRPr="00D84CA3">
        <w:rPr>
          <w:b/>
        </w:rPr>
        <w:t>SW-B</w:t>
      </w:r>
      <w:r>
        <w:t xml:space="preserve">, </w:t>
      </w:r>
      <w:r w:rsidR="00D84CA3" w:rsidRPr="00D84CA3">
        <w:rPr>
          <w:b/>
        </w:rPr>
        <w:t>SW-1</w:t>
      </w:r>
      <w:r>
        <w:t xml:space="preserve">, </w:t>
      </w:r>
      <w:r w:rsidR="00D84CA3" w:rsidRPr="00D84CA3">
        <w:rPr>
          <w:b/>
        </w:rPr>
        <w:t>SW-2</w:t>
      </w:r>
      <w:r w:rsidR="007B05DD">
        <w:t xml:space="preserve">, </w:t>
      </w:r>
      <w:r>
        <w:t xml:space="preserve">and </w:t>
      </w:r>
      <w:r w:rsidR="00D84CA3" w:rsidRPr="00D84CA3">
        <w:rPr>
          <w:b/>
        </w:rPr>
        <w:t>Central</w:t>
      </w:r>
      <w:r w:rsidR="008775C8">
        <w:t>.</w:t>
      </w:r>
    </w:p>
    <w:p w:rsidR="00944AF2" w:rsidRPr="00D01E44" w:rsidRDefault="00944AF2" w:rsidP="00944AF2">
      <w:pPr>
        <w:pStyle w:val="PartHead"/>
      </w:pPr>
      <w:r w:rsidRPr="00D01E44">
        <w:t>Enable the Management PC to Access Router R1</w:t>
      </w:r>
    </w:p>
    <w:p w:rsidR="00944AF2" w:rsidRDefault="00944AF2" w:rsidP="00944AF2">
      <w:pPr>
        <w:pStyle w:val="StepHead"/>
      </w:pPr>
      <w:r>
        <w:t>Enable a new subinterface on router R1.</w:t>
      </w:r>
    </w:p>
    <w:p w:rsidR="00B956AF" w:rsidRDefault="00A600AD" w:rsidP="00B956AF">
      <w:pPr>
        <w:pStyle w:val="SubStepAlpha"/>
      </w:pPr>
      <w:r>
        <w:t>Create subinterface g</w:t>
      </w:r>
      <w:r w:rsidR="00B956AF">
        <w:t>0/0.3 and set encapsulation to dot1q 20 to account for VLAN 20.</w:t>
      </w:r>
    </w:p>
    <w:p w:rsidR="00D84CA3" w:rsidRDefault="00B956AF" w:rsidP="00B956AF">
      <w:pPr>
        <w:pStyle w:val="SubStepAlpha"/>
      </w:pPr>
      <w:r>
        <w:t>A</w:t>
      </w:r>
      <w:r w:rsidR="00944AF2">
        <w:t>ssign an IP address within the 192.168.20.0/24 network.</w:t>
      </w:r>
    </w:p>
    <w:p w:rsidR="00944AF2" w:rsidRDefault="00944AF2" w:rsidP="00944AF2">
      <w:pPr>
        <w:pStyle w:val="StepHead"/>
      </w:pPr>
      <w:r>
        <w:t>Verify connectivity between the management PC and R1.</w:t>
      </w:r>
    </w:p>
    <w:p w:rsidR="007D3D8E" w:rsidRDefault="00944AF2" w:rsidP="007D3D8E">
      <w:pPr>
        <w:pStyle w:val="BodyTextL25"/>
      </w:pPr>
      <w:r>
        <w:t>Be sure to configure the default gateway on the management PC to allow for connectivity.</w:t>
      </w:r>
    </w:p>
    <w:p w:rsidR="00205E61" w:rsidRDefault="00205E61" w:rsidP="00205E61">
      <w:pPr>
        <w:pStyle w:val="StepHead"/>
      </w:pPr>
      <w:r>
        <w:t>Enable security.</w:t>
      </w:r>
    </w:p>
    <w:p w:rsidR="00205E61" w:rsidRDefault="00205E61" w:rsidP="00205E61">
      <w:pPr>
        <w:pStyle w:val="BodyTextL25"/>
      </w:pPr>
      <w:r>
        <w:t>While the m</w:t>
      </w:r>
      <w:r w:rsidRPr="0007375A">
        <w:t>anagement</w:t>
      </w:r>
      <w:r>
        <w:t xml:space="preserve"> PC must be able to access the router, no other PC should be able to access the management VLAN.</w:t>
      </w:r>
    </w:p>
    <w:p w:rsidR="00205E61" w:rsidRDefault="00205E61" w:rsidP="00205E61">
      <w:pPr>
        <w:pStyle w:val="SubStepAlpha"/>
      </w:pPr>
      <w:r>
        <w:t>Create an ACL that allows only the Management PC to access the router.</w:t>
      </w:r>
    </w:p>
    <w:p w:rsidR="00792C8C" w:rsidRPr="00EE7923" w:rsidRDefault="00792C8C" w:rsidP="00792C8C">
      <w:pPr>
        <w:pStyle w:val="SubStepAlpha"/>
      </w:pPr>
      <w:r w:rsidRPr="00EE7923">
        <w:t xml:space="preserve">Apply the ACL </w:t>
      </w:r>
      <w:r>
        <w:t>to the proper interface(s).</w:t>
      </w:r>
    </w:p>
    <w:p w:rsidR="00205E61" w:rsidRDefault="00205E61" w:rsidP="00AD5F14">
      <w:pPr>
        <w:pStyle w:val="BodyTextL25"/>
      </w:pPr>
      <w:r w:rsidRPr="00944AF2">
        <w:rPr>
          <w:b/>
        </w:rPr>
        <w:t>Note</w:t>
      </w:r>
      <w:r>
        <w:t>: There are multiple ways in which an ACL can be created to accomplish the necessary security. For this reason, grading on this portion of the activity is based on the correct connectivity requirements. The management PC must be able to connect to all switches and the router. All other PCs should not be able to connect to any devices within the management VLAN.</w:t>
      </w:r>
    </w:p>
    <w:p w:rsidR="00944AF2" w:rsidRDefault="00944AF2" w:rsidP="00205E61">
      <w:pPr>
        <w:pStyle w:val="StepHead"/>
      </w:pPr>
      <w:r>
        <w:t xml:space="preserve">Verify </w:t>
      </w:r>
      <w:r w:rsidR="007D01F8">
        <w:t>s</w:t>
      </w:r>
      <w:r>
        <w:t>ecurity.</w:t>
      </w:r>
    </w:p>
    <w:p w:rsidR="00792C8C" w:rsidRDefault="00792C8C" w:rsidP="00792C8C">
      <w:pPr>
        <w:pStyle w:val="SubStepAlpha"/>
      </w:pPr>
      <w:r>
        <w:t xml:space="preserve">Verify only the Management PC can access the router. Use SSH to access </w:t>
      </w:r>
      <w:r w:rsidR="00ED1697" w:rsidRPr="007D3D8E">
        <w:rPr>
          <w:b/>
        </w:rPr>
        <w:t>R1</w:t>
      </w:r>
      <w:r>
        <w:t xml:space="preserve"> with username </w:t>
      </w:r>
      <w:r w:rsidRPr="008F4D1C">
        <w:rPr>
          <w:b/>
        </w:rPr>
        <w:t>SSHadmin</w:t>
      </w:r>
      <w:r>
        <w:t xml:space="preserve"> and password </w:t>
      </w:r>
      <w:r w:rsidRPr="008F4D1C">
        <w:rPr>
          <w:b/>
        </w:rPr>
        <w:t>ciscosshpa55</w:t>
      </w:r>
      <w:r>
        <w:t>.</w:t>
      </w:r>
    </w:p>
    <w:p w:rsidR="00792C8C" w:rsidRDefault="00792C8C" w:rsidP="00AD5F14">
      <w:pPr>
        <w:pStyle w:val="CMD"/>
      </w:pPr>
      <w:r w:rsidRPr="00792C8C">
        <w:t>PC&gt;</w:t>
      </w:r>
      <w:r>
        <w:t xml:space="preserve"> </w:t>
      </w:r>
      <w:r w:rsidRPr="008F4D1C">
        <w:rPr>
          <w:b/>
        </w:rPr>
        <w:t>ssh -l SSHadmin 192.168.20.100</w:t>
      </w:r>
    </w:p>
    <w:p w:rsidR="00944AF2" w:rsidRDefault="00944AF2" w:rsidP="008775C8">
      <w:pPr>
        <w:pStyle w:val="SubStepAlpha"/>
      </w:pPr>
      <w:r>
        <w:t xml:space="preserve">From the </w:t>
      </w:r>
      <w:r w:rsidR="00D84CA3" w:rsidRPr="00D84CA3">
        <w:t>m</w:t>
      </w:r>
      <w:r w:rsidR="00D31F7E" w:rsidRPr="0007375A">
        <w:t>anagement</w:t>
      </w:r>
      <w:r w:rsidR="00FE4F56">
        <w:t xml:space="preserve"> PC</w:t>
      </w:r>
      <w:r>
        <w:t xml:space="preserve">, </w:t>
      </w:r>
      <w:r w:rsidRPr="008775C8">
        <w:t xml:space="preserve">ping </w:t>
      </w:r>
      <w:r w:rsidR="00D84CA3" w:rsidRPr="00D84CA3">
        <w:rPr>
          <w:b/>
        </w:rPr>
        <w:t>SW-A</w:t>
      </w:r>
      <w:r>
        <w:t xml:space="preserve">, </w:t>
      </w:r>
      <w:r w:rsidR="00D84CA3" w:rsidRPr="00D84CA3">
        <w:rPr>
          <w:b/>
        </w:rPr>
        <w:t>SW-B</w:t>
      </w:r>
      <w:r>
        <w:t xml:space="preserve">, and </w:t>
      </w:r>
      <w:r w:rsidR="00D84CA3" w:rsidRPr="00D84CA3">
        <w:rPr>
          <w:b/>
        </w:rPr>
        <w:t>R1</w:t>
      </w:r>
      <w:r>
        <w:t xml:space="preserve">. Were the </w:t>
      </w:r>
      <w:r w:rsidRPr="0036417B">
        <w:t>pings</w:t>
      </w:r>
      <w:r w:rsidR="008775C8">
        <w:t xml:space="preserve"> successful? Explain.</w:t>
      </w:r>
    </w:p>
    <w:p w:rsidR="008775C8" w:rsidRDefault="008775C8" w:rsidP="008775C8">
      <w:pPr>
        <w:pStyle w:val="BodyTextL50"/>
      </w:pPr>
      <w:r>
        <w:t>____________________________________________________________________________________</w:t>
      </w:r>
    </w:p>
    <w:p w:rsidR="008775C8" w:rsidRDefault="008775C8" w:rsidP="008775C8">
      <w:pPr>
        <w:pStyle w:val="BodyTextL50"/>
      </w:pPr>
      <w:r>
        <w:t>____________________________________________________________________________________</w:t>
      </w:r>
    </w:p>
    <w:p w:rsidR="008775C8" w:rsidRDefault="008775C8" w:rsidP="008775C8">
      <w:pPr>
        <w:pStyle w:val="BodyTextL50"/>
      </w:pPr>
      <w:r>
        <w:t>____________________________________________________________________________________</w:t>
      </w:r>
    </w:p>
    <w:p w:rsidR="00944AF2" w:rsidRDefault="00944AF2" w:rsidP="008775C8">
      <w:pPr>
        <w:pStyle w:val="SubStepAlpha"/>
      </w:pPr>
      <w:r>
        <w:t xml:space="preserve">From </w:t>
      </w:r>
      <w:r w:rsidR="00D84CA3" w:rsidRPr="00D84CA3">
        <w:rPr>
          <w:b/>
        </w:rPr>
        <w:t>D1</w:t>
      </w:r>
      <w:r>
        <w:t xml:space="preserve">, </w:t>
      </w:r>
      <w:r w:rsidR="00D84CA3" w:rsidRPr="00D84CA3">
        <w:t>ping the</w:t>
      </w:r>
      <w:r>
        <w:t xml:space="preserve"> </w:t>
      </w:r>
      <w:r w:rsidR="0007375A">
        <w:t>m</w:t>
      </w:r>
      <w:r w:rsidR="00D31F7E" w:rsidRPr="0007375A">
        <w:t>anagement</w:t>
      </w:r>
      <w:r w:rsidR="00FE4F56">
        <w:t xml:space="preserve"> PC</w:t>
      </w:r>
      <w:r>
        <w:t xml:space="preserve">. </w:t>
      </w:r>
      <w:r w:rsidR="008775C8">
        <w:t>Were</w:t>
      </w:r>
      <w:r>
        <w:t xml:space="preserve"> the </w:t>
      </w:r>
      <w:r w:rsidRPr="008775C8">
        <w:t>ping</w:t>
      </w:r>
      <w:r w:rsidR="008775C8">
        <w:t>s successful? Explain.</w:t>
      </w:r>
    </w:p>
    <w:p w:rsidR="008775C8" w:rsidRDefault="008775C8" w:rsidP="008775C8">
      <w:pPr>
        <w:pStyle w:val="BodyTextL50"/>
      </w:pPr>
      <w:r>
        <w:t>____________________________________________________________________________________</w:t>
      </w:r>
    </w:p>
    <w:p w:rsidR="008775C8" w:rsidRDefault="008775C8" w:rsidP="008775C8">
      <w:pPr>
        <w:pStyle w:val="BodyTextL50"/>
      </w:pPr>
      <w:r>
        <w:t>____________________________________________________________________________________</w:t>
      </w:r>
    </w:p>
    <w:p w:rsidR="008775C8" w:rsidRDefault="008775C8" w:rsidP="008775C8">
      <w:pPr>
        <w:pStyle w:val="BodyTextL50"/>
      </w:pPr>
      <w:r>
        <w:t>____________________________________________________________________________________</w:t>
      </w:r>
    </w:p>
    <w:p w:rsidR="00D31F7E" w:rsidRDefault="00944AF2">
      <w:pPr>
        <w:pStyle w:val="StepHead"/>
      </w:pPr>
      <w:r w:rsidRPr="000D1E3F">
        <w:t>Check results.</w:t>
      </w:r>
    </w:p>
    <w:p w:rsidR="00944AF2" w:rsidRDefault="00944AF2" w:rsidP="008775C8">
      <w:pPr>
        <w:pStyle w:val="BodyTextL25"/>
      </w:pPr>
      <w:r w:rsidRPr="000D1E3F">
        <w:t>Your com</w:t>
      </w:r>
      <w:r>
        <w:t>pletion percentage should be 100</w:t>
      </w:r>
      <w:r w:rsidR="008775C8">
        <w:t>%.</w:t>
      </w:r>
      <w:r w:rsidR="0007375A">
        <w:t xml:space="preserve"> </w:t>
      </w:r>
      <w:r w:rsidRPr="000D1E3F">
        <w:t xml:space="preserve">Click </w:t>
      </w:r>
      <w:r w:rsidRPr="000D1E3F">
        <w:rPr>
          <w:b/>
          <w:bCs/>
        </w:rPr>
        <w:t>Check Results</w:t>
      </w:r>
      <w:r w:rsidRPr="000D1E3F">
        <w:t xml:space="preserve"> to </w:t>
      </w:r>
      <w:r w:rsidR="00D24100">
        <w:t xml:space="preserve">view </w:t>
      </w:r>
      <w:r w:rsidRPr="000D1E3F">
        <w:t>fee</w:t>
      </w:r>
      <w:r>
        <w:t>d</w:t>
      </w:r>
      <w:r w:rsidRPr="000D1E3F">
        <w:t>back and verification of which required components</w:t>
      </w:r>
      <w:r w:rsidR="007D01F8">
        <w:t xml:space="preserve"> </w:t>
      </w:r>
      <w:r w:rsidRPr="000D1E3F">
        <w:t>have been completed.</w:t>
      </w:r>
    </w:p>
    <w:p w:rsidR="00D86D9E" w:rsidRDefault="007D01F8" w:rsidP="008775C8">
      <w:pPr>
        <w:pStyle w:val="BodyTextL25"/>
      </w:pPr>
      <w:r>
        <w:t>I</w:t>
      </w:r>
      <w:r w:rsidR="00944AF2">
        <w:t>f all components appear to be correct and the activity still shows incomplete, it could be due to the connectivity tests that verify the ACL operation.</w:t>
      </w:r>
      <w:bookmarkStart w:id="0" w:name="_GoBack"/>
      <w:bookmarkEnd w:id="0"/>
    </w:p>
    <w:sectPr w:rsidR="00D86D9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AEF" w:rsidRDefault="00C31AEF" w:rsidP="0090659A">
      <w:pPr>
        <w:spacing w:after="0" w:line="240" w:lineRule="auto"/>
      </w:pPr>
      <w:r>
        <w:separator/>
      </w:r>
    </w:p>
    <w:p w:rsidR="00C31AEF" w:rsidRDefault="00C31AEF"/>
    <w:p w:rsidR="00C31AEF" w:rsidRDefault="00C31AEF"/>
    <w:p w:rsidR="00C31AEF" w:rsidRDefault="00C31AEF"/>
    <w:p w:rsidR="00C31AEF" w:rsidRDefault="00C31AEF"/>
    <w:p w:rsidR="00C31AEF" w:rsidRDefault="00C31AEF"/>
    <w:p w:rsidR="00C31AEF" w:rsidRDefault="00C31AEF"/>
  </w:endnote>
  <w:endnote w:type="continuationSeparator" w:id="0">
    <w:p w:rsidR="00C31AEF" w:rsidRDefault="00C31AEF" w:rsidP="0090659A">
      <w:pPr>
        <w:spacing w:after="0" w:line="240" w:lineRule="auto"/>
      </w:pPr>
      <w:r>
        <w:continuationSeparator/>
      </w:r>
    </w:p>
    <w:p w:rsidR="00C31AEF" w:rsidRDefault="00C31AEF"/>
    <w:p w:rsidR="00C31AEF" w:rsidRDefault="00C31AEF"/>
    <w:p w:rsidR="00C31AEF" w:rsidRDefault="00C31AEF"/>
    <w:p w:rsidR="00C31AEF" w:rsidRDefault="00C31AEF"/>
    <w:p w:rsidR="00C31AEF" w:rsidRDefault="00C31AEF"/>
    <w:p w:rsidR="00C31AEF" w:rsidRDefault="00C31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62" w:rsidRPr="00127112" w:rsidRDefault="00926CB2" w:rsidP="00127112">
    <w:pPr>
      <w:pStyle w:val="Footer"/>
      <w:rPr>
        <w:szCs w:val="16"/>
      </w:rPr>
    </w:pPr>
    <w:r w:rsidRPr="002A244B">
      <w:t xml:space="preserve">© </w:t>
    </w:r>
    <w:r w:rsidR="00C61B05">
      <w:fldChar w:fldCharType="begin"/>
    </w:r>
    <w:r w:rsidR="00C61B05">
      <w:instrText xml:space="preserve"> DATE  \@ "yyyy"  \* MERGEFORMAT </w:instrText>
    </w:r>
    <w:r w:rsidR="00C61B05">
      <w:fldChar w:fldCharType="separate"/>
    </w:r>
    <w:r w:rsidR="00371B33">
      <w:rPr>
        <w:noProof/>
      </w:rPr>
      <w:t>2015</w:t>
    </w:r>
    <w:r w:rsidR="00C61B05">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67452" w:rsidRPr="0090659A">
      <w:rPr>
        <w:b/>
        <w:szCs w:val="16"/>
      </w:rPr>
      <w:fldChar w:fldCharType="begin"/>
    </w:r>
    <w:r w:rsidRPr="0090659A">
      <w:rPr>
        <w:b/>
        <w:szCs w:val="16"/>
      </w:rPr>
      <w:instrText xml:space="preserve"> PAGE </w:instrText>
    </w:r>
    <w:r w:rsidR="00D67452" w:rsidRPr="0090659A">
      <w:rPr>
        <w:b/>
        <w:szCs w:val="16"/>
      </w:rPr>
      <w:fldChar w:fldCharType="separate"/>
    </w:r>
    <w:r w:rsidR="00371B33">
      <w:rPr>
        <w:b/>
        <w:noProof/>
        <w:szCs w:val="16"/>
      </w:rPr>
      <w:t>3</w:t>
    </w:r>
    <w:r w:rsidR="00D67452" w:rsidRPr="0090659A">
      <w:rPr>
        <w:b/>
        <w:szCs w:val="16"/>
      </w:rPr>
      <w:fldChar w:fldCharType="end"/>
    </w:r>
    <w:r w:rsidRPr="0090659A">
      <w:rPr>
        <w:szCs w:val="16"/>
      </w:rPr>
      <w:t xml:space="preserve"> of </w:t>
    </w:r>
    <w:r w:rsidR="00D67452" w:rsidRPr="0090659A">
      <w:rPr>
        <w:b/>
        <w:szCs w:val="16"/>
      </w:rPr>
      <w:fldChar w:fldCharType="begin"/>
    </w:r>
    <w:r w:rsidRPr="0090659A">
      <w:rPr>
        <w:b/>
        <w:szCs w:val="16"/>
      </w:rPr>
      <w:instrText xml:space="preserve"> NUMPAGES  </w:instrText>
    </w:r>
    <w:r w:rsidR="00D67452" w:rsidRPr="0090659A">
      <w:rPr>
        <w:b/>
        <w:szCs w:val="16"/>
      </w:rPr>
      <w:fldChar w:fldCharType="separate"/>
    </w:r>
    <w:r w:rsidR="00371B33">
      <w:rPr>
        <w:b/>
        <w:noProof/>
        <w:szCs w:val="16"/>
      </w:rPr>
      <w:t>3</w:t>
    </w:r>
    <w:r w:rsidR="00D6745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62" w:rsidRPr="00227DD2" w:rsidRDefault="00926CB2" w:rsidP="00227DD2">
    <w:pPr>
      <w:pStyle w:val="Footer"/>
      <w:rPr>
        <w:szCs w:val="16"/>
      </w:rPr>
    </w:pPr>
    <w:r w:rsidRPr="002A244B">
      <w:t xml:space="preserve">© </w:t>
    </w:r>
    <w:r w:rsidR="00C61B05">
      <w:fldChar w:fldCharType="begin"/>
    </w:r>
    <w:r w:rsidR="00C61B05">
      <w:instrText xml:space="preserve"> DATE  \@ "yyyy"  \* MERGEFORMAT </w:instrText>
    </w:r>
    <w:r w:rsidR="00C61B05">
      <w:fldChar w:fldCharType="separate"/>
    </w:r>
    <w:r w:rsidR="00371B33">
      <w:rPr>
        <w:noProof/>
      </w:rPr>
      <w:t>2015</w:t>
    </w:r>
    <w:r w:rsidR="00C61B05">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67452" w:rsidRPr="0090659A">
      <w:rPr>
        <w:b/>
        <w:szCs w:val="16"/>
      </w:rPr>
      <w:fldChar w:fldCharType="begin"/>
    </w:r>
    <w:r w:rsidRPr="0090659A">
      <w:rPr>
        <w:b/>
        <w:szCs w:val="16"/>
      </w:rPr>
      <w:instrText xml:space="preserve"> PAGE </w:instrText>
    </w:r>
    <w:r w:rsidR="00D67452" w:rsidRPr="0090659A">
      <w:rPr>
        <w:b/>
        <w:szCs w:val="16"/>
      </w:rPr>
      <w:fldChar w:fldCharType="separate"/>
    </w:r>
    <w:r w:rsidR="00C31AEF">
      <w:rPr>
        <w:b/>
        <w:noProof/>
        <w:szCs w:val="16"/>
      </w:rPr>
      <w:t>1</w:t>
    </w:r>
    <w:r w:rsidR="00D67452" w:rsidRPr="0090659A">
      <w:rPr>
        <w:b/>
        <w:szCs w:val="16"/>
      </w:rPr>
      <w:fldChar w:fldCharType="end"/>
    </w:r>
    <w:r w:rsidRPr="0090659A">
      <w:rPr>
        <w:szCs w:val="16"/>
      </w:rPr>
      <w:t xml:space="preserve"> of </w:t>
    </w:r>
    <w:r w:rsidR="00D67452" w:rsidRPr="0090659A">
      <w:rPr>
        <w:b/>
        <w:szCs w:val="16"/>
      </w:rPr>
      <w:fldChar w:fldCharType="begin"/>
    </w:r>
    <w:r w:rsidRPr="0090659A">
      <w:rPr>
        <w:b/>
        <w:szCs w:val="16"/>
      </w:rPr>
      <w:instrText xml:space="preserve"> NUMPAGES  </w:instrText>
    </w:r>
    <w:r w:rsidR="00D67452" w:rsidRPr="0090659A">
      <w:rPr>
        <w:b/>
        <w:szCs w:val="16"/>
      </w:rPr>
      <w:fldChar w:fldCharType="separate"/>
    </w:r>
    <w:r w:rsidR="00C31AEF">
      <w:rPr>
        <w:b/>
        <w:noProof/>
        <w:szCs w:val="16"/>
      </w:rPr>
      <w:t>1</w:t>
    </w:r>
    <w:r w:rsidR="00D6745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AEF" w:rsidRDefault="00C31AEF" w:rsidP="0090659A">
      <w:pPr>
        <w:spacing w:after="0" w:line="240" w:lineRule="auto"/>
      </w:pPr>
      <w:r>
        <w:separator/>
      </w:r>
    </w:p>
    <w:p w:rsidR="00C31AEF" w:rsidRDefault="00C31AEF"/>
    <w:p w:rsidR="00C31AEF" w:rsidRDefault="00C31AEF"/>
    <w:p w:rsidR="00C31AEF" w:rsidRDefault="00C31AEF"/>
    <w:p w:rsidR="00C31AEF" w:rsidRDefault="00C31AEF"/>
    <w:p w:rsidR="00C31AEF" w:rsidRDefault="00C31AEF"/>
    <w:p w:rsidR="00C31AEF" w:rsidRDefault="00C31AEF"/>
  </w:footnote>
  <w:footnote w:type="continuationSeparator" w:id="0">
    <w:p w:rsidR="00C31AEF" w:rsidRDefault="00C31AEF" w:rsidP="0090659A">
      <w:pPr>
        <w:spacing w:after="0" w:line="240" w:lineRule="auto"/>
      </w:pPr>
      <w:r>
        <w:continuationSeparator/>
      </w:r>
    </w:p>
    <w:p w:rsidR="00C31AEF" w:rsidRDefault="00C31AEF"/>
    <w:p w:rsidR="00C31AEF" w:rsidRDefault="00C31AEF"/>
    <w:p w:rsidR="00C31AEF" w:rsidRDefault="00C31AEF"/>
    <w:p w:rsidR="00C31AEF" w:rsidRDefault="00C31AEF"/>
    <w:p w:rsidR="00C31AEF" w:rsidRDefault="00C31AEF"/>
    <w:p w:rsidR="00C31AEF" w:rsidRDefault="00C31A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62" w:rsidRDefault="00632766" w:rsidP="00127112">
    <w:pPr>
      <w:pStyle w:val="PageHead"/>
    </w:pPr>
    <w:r>
      <w:t>Packet Tracer -</w:t>
    </w:r>
    <w:r w:rsidR="003A2913" w:rsidRPr="00FD4A68">
      <w:t xml:space="preserve"> </w:t>
    </w:r>
    <w:r w:rsidR="00227DD2" w:rsidRPr="003C004F">
      <w:t xml:space="preserve">Layer 2 </w:t>
    </w:r>
    <w:r w:rsidR="00227DD2">
      <w:t>VLAN Security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751302">
    <w:r>
      <w:rPr>
        <w:noProof/>
      </w:rPr>
      <w:drawing>
        <wp:anchor distT="0" distB="0" distL="114300" distR="114300" simplePos="0" relativeHeight="251657728" behindDoc="0" locked="0" layoutInCell="1" allowOverlap="1" wp14:anchorId="187F4CC8" wp14:editId="66B1602F">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p w:rsidR="00FC6862" w:rsidRDefault="00FC68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BBD5D1E"/>
    <w:multiLevelType w:val="hybridMultilevel"/>
    <w:tmpl w:val="CE728AA0"/>
    <w:lvl w:ilvl="0" w:tplc="C23E7B46">
      <w:start w:val="1"/>
      <w:numFmt w:val="decimal"/>
      <w:lvlText w:val="Step %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96360"/>
    <w:multiLevelType w:val="multilevel"/>
    <w:tmpl w:val="84205B3A"/>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792" w:hanging="792"/>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0E21039"/>
    <w:multiLevelType w:val="hybridMultilevel"/>
    <w:tmpl w:val="06124828"/>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7716D8E"/>
    <w:multiLevelType w:val="hybridMultilevel"/>
    <w:tmpl w:val="6F08092A"/>
    <w:lvl w:ilvl="0" w:tplc="F176BBE0">
      <w:start w:val="1"/>
      <w:numFmt w:val="none"/>
      <w:lvlText w:val="Note:"/>
      <w:lvlJc w:val="left"/>
      <w:pPr>
        <w:tabs>
          <w:tab w:val="num" w:pos="1332"/>
        </w:tabs>
        <w:ind w:left="180" w:firstLine="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F23836"/>
    <w:multiLevelType w:val="multilevel"/>
    <w:tmpl w:val="DAB048B2"/>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29F570C"/>
    <w:multiLevelType w:val="hybridMultilevel"/>
    <w:tmpl w:val="F23A355A"/>
    <w:lvl w:ilvl="0" w:tplc="36581B5A">
      <w:start w:val="1"/>
      <w:numFmt w:val="decimal"/>
      <w:lvlText w:val="Task %1:"/>
      <w:lvlJc w:val="left"/>
      <w:pPr>
        <w:tabs>
          <w:tab w:val="num" w:pos="720"/>
        </w:tabs>
        <w:ind w:left="720" w:hanging="360"/>
      </w:pPr>
      <w:rPr>
        <w:rFonts w:ascii="Arial" w:hAnsi="Arial"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54E7188"/>
    <w:multiLevelType w:val="hybridMultilevel"/>
    <w:tmpl w:val="8376BC8C"/>
    <w:lvl w:ilvl="0" w:tplc="EEBAFEC2">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3"/>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1"/>
  </w:num>
  <w:num w:numId="4">
    <w:abstractNumId w:val="3"/>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0">
      <w:lvl w:ilvl="0">
        <w:numFmt w:val="decimal"/>
        <w:pStyle w:val="PartHead"/>
        <w:lvlText w:val=""/>
        <w:lvlJc w:val="left"/>
      </w:lvl>
    </w:lvlOverride>
    <w:lvlOverride w:ilvl="1">
      <w:lvl w:ilvl="1">
        <w:numFmt w:val="decimal"/>
        <w:pStyle w:val="TaskHead"/>
        <w:lvlText w:val=""/>
        <w:lvlJc w:val="left"/>
      </w:lvl>
    </w:lvlOverride>
    <w:lvlOverride w:ilvl="2">
      <w:lvl w:ilvl="2">
        <w:start w:val="1"/>
        <w:numFmt w:val="decimal"/>
        <w:pStyle w:val="StepHead"/>
        <w:suff w:val="space"/>
        <w:lvlText w:val="Step %3:"/>
        <w:lvlJc w:val="left"/>
        <w:pPr>
          <w:ind w:left="792" w:hanging="792"/>
        </w:pPr>
        <w:rPr>
          <w:rFonts w:ascii="Arial" w:hAnsi="Arial" w:cs="Arial" w:hint="default"/>
        </w:rPr>
      </w:lvl>
    </w:lvlOverride>
  </w:num>
  <w:num w:numId="6">
    <w:abstractNumId w:val="0"/>
  </w:num>
  <w:num w:numId="7">
    <w:abstractNumId w:val="4"/>
  </w:num>
  <w:num w:numId="8">
    <w:abstractNumId w:val="5"/>
  </w:num>
  <w:num w:numId="9">
    <w:abstractNumId w:val="2"/>
  </w:num>
  <w:num w:numId="10">
    <w:abstractNumId w:val="7"/>
  </w:num>
  <w:num w:numId="11">
    <w:abstractNumId w:val="8"/>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A2MjQztzA2NLc0NzFV0lEKTi0uzszPAymwrAUAdDUqvSwAAAA="/>
    <w:docVar w:name="__grammarly61__i" w:val="H4sIAAAAAAAEAKtWckksSQxILCpxzi/NK1GyMqwFAAEhoTITAAAA"/>
    <w:docVar w:name="__grammarly61_1" w:val="H4sIAAAAAAAEAKtWcslPLs1NzSvxTFGyUjK0SDNMMrZI1jU1M03SNTE0MNG1MDe30LVMtLRMTDG2TE42MlHSUQpOLS7OzM8DaTGqBQAW2vHMQwAAAA=="/>
  </w:docVars>
  <w:rsids>
    <w:rsidRoot w:val="00944AF2"/>
    <w:rsid w:val="00000409"/>
    <w:rsid w:val="00001BDF"/>
    <w:rsid w:val="0000380F"/>
    <w:rsid w:val="00004175"/>
    <w:rsid w:val="000046CA"/>
    <w:rsid w:val="000059C9"/>
    <w:rsid w:val="00012C22"/>
    <w:rsid w:val="000160F7"/>
    <w:rsid w:val="00016118"/>
    <w:rsid w:val="00016D5B"/>
    <w:rsid w:val="00016F30"/>
    <w:rsid w:val="0002047C"/>
    <w:rsid w:val="00021B9A"/>
    <w:rsid w:val="000242D6"/>
    <w:rsid w:val="00024EE5"/>
    <w:rsid w:val="00041AF6"/>
    <w:rsid w:val="00044E62"/>
    <w:rsid w:val="00050BA4"/>
    <w:rsid w:val="00051738"/>
    <w:rsid w:val="00052548"/>
    <w:rsid w:val="00060696"/>
    <w:rsid w:val="00067A67"/>
    <w:rsid w:val="0007375A"/>
    <w:rsid w:val="000769CF"/>
    <w:rsid w:val="00080186"/>
    <w:rsid w:val="000815D8"/>
    <w:rsid w:val="00084C99"/>
    <w:rsid w:val="00085CC6"/>
    <w:rsid w:val="00090C07"/>
    <w:rsid w:val="0009147A"/>
    <w:rsid w:val="00091E8D"/>
    <w:rsid w:val="0009378D"/>
    <w:rsid w:val="00097163"/>
    <w:rsid w:val="000A22C8"/>
    <w:rsid w:val="000B2344"/>
    <w:rsid w:val="000B7DE5"/>
    <w:rsid w:val="000C2118"/>
    <w:rsid w:val="000C6E6E"/>
    <w:rsid w:val="000D55B4"/>
    <w:rsid w:val="000E65F0"/>
    <w:rsid w:val="000F072C"/>
    <w:rsid w:val="000F6670"/>
    <w:rsid w:val="000F6743"/>
    <w:rsid w:val="001006C2"/>
    <w:rsid w:val="00101BE8"/>
    <w:rsid w:val="00107B2B"/>
    <w:rsid w:val="00112AC5"/>
    <w:rsid w:val="001133DD"/>
    <w:rsid w:val="00120CBE"/>
    <w:rsid w:val="00121BAE"/>
    <w:rsid w:val="001261C4"/>
    <w:rsid w:val="00127112"/>
    <w:rsid w:val="001314FB"/>
    <w:rsid w:val="001366EC"/>
    <w:rsid w:val="0014219C"/>
    <w:rsid w:val="001425ED"/>
    <w:rsid w:val="00143450"/>
    <w:rsid w:val="00144997"/>
    <w:rsid w:val="001523C0"/>
    <w:rsid w:val="001535FE"/>
    <w:rsid w:val="00154E3A"/>
    <w:rsid w:val="00157902"/>
    <w:rsid w:val="00162EEA"/>
    <w:rsid w:val="00163164"/>
    <w:rsid w:val="00166253"/>
    <w:rsid w:val="001704B7"/>
    <w:rsid w:val="001710C0"/>
    <w:rsid w:val="00172AFB"/>
    <w:rsid w:val="00176151"/>
    <w:rsid w:val="001772B8"/>
    <w:rsid w:val="00180FBF"/>
    <w:rsid w:val="00182CF4"/>
    <w:rsid w:val="00186CE1"/>
    <w:rsid w:val="00191F00"/>
    <w:rsid w:val="00192F12"/>
    <w:rsid w:val="00193F14"/>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F0171"/>
    <w:rsid w:val="001F0D77"/>
    <w:rsid w:val="001F3D95"/>
    <w:rsid w:val="001F5403"/>
    <w:rsid w:val="001F7DD8"/>
    <w:rsid w:val="00201928"/>
    <w:rsid w:val="00203E26"/>
    <w:rsid w:val="0020449C"/>
    <w:rsid w:val="00205E61"/>
    <w:rsid w:val="002113B8"/>
    <w:rsid w:val="00215665"/>
    <w:rsid w:val="002163BB"/>
    <w:rsid w:val="0021792C"/>
    <w:rsid w:val="00221362"/>
    <w:rsid w:val="002240AB"/>
    <w:rsid w:val="00225E37"/>
    <w:rsid w:val="00227DD2"/>
    <w:rsid w:val="00231DCA"/>
    <w:rsid w:val="0023363B"/>
    <w:rsid w:val="00234528"/>
    <w:rsid w:val="00242E3A"/>
    <w:rsid w:val="002506CF"/>
    <w:rsid w:val="0025107F"/>
    <w:rsid w:val="00260CD4"/>
    <w:rsid w:val="002639D8"/>
    <w:rsid w:val="00265F77"/>
    <w:rsid w:val="00266C83"/>
    <w:rsid w:val="002676D9"/>
    <w:rsid w:val="002768DC"/>
    <w:rsid w:val="00276EF9"/>
    <w:rsid w:val="00294C8F"/>
    <w:rsid w:val="002A6C56"/>
    <w:rsid w:val="002C090C"/>
    <w:rsid w:val="002C1243"/>
    <w:rsid w:val="002C1815"/>
    <w:rsid w:val="002C2BD6"/>
    <w:rsid w:val="002C475E"/>
    <w:rsid w:val="002C6AD6"/>
    <w:rsid w:val="002D6C2A"/>
    <w:rsid w:val="002D7A86"/>
    <w:rsid w:val="002F034B"/>
    <w:rsid w:val="002F45FF"/>
    <w:rsid w:val="002F6D17"/>
    <w:rsid w:val="00302887"/>
    <w:rsid w:val="003056EB"/>
    <w:rsid w:val="003071FF"/>
    <w:rsid w:val="00310652"/>
    <w:rsid w:val="003115F1"/>
    <w:rsid w:val="0031371D"/>
    <w:rsid w:val="0031789F"/>
    <w:rsid w:val="00320788"/>
    <w:rsid w:val="003233A3"/>
    <w:rsid w:val="0034455D"/>
    <w:rsid w:val="0034604B"/>
    <w:rsid w:val="00346D17"/>
    <w:rsid w:val="00347972"/>
    <w:rsid w:val="0035469B"/>
    <w:rsid w:val="003559CC"/>
    <w:rsid w:val="003569D7"/>
    <w:rsid w:val="003608AC"/>
    <w:rsid w:val="00363A23"/>
    <w:rsid w:val="0036465A"/>
    <w:rsid w:val="00371B33"/>
    <w:rsid w:val="00390C38"/>
    <w:rsid w:val="00392748"/>
    <w:rsid w:val="00392C65"/>
    <w:rsid w:val="00392ED5"/>
    <w:rsid w:val="00395FB9"/>
    <w:rsid w:val="003A19DC"/>
    <w:rsid w:val="003A1B45"/>
    <w:rsid w:val="003A220C"/>
    <w:rsid w:val="003A2913"/>
    <w:rsid w:val="003A663F"/>
    <w:rsid w:val="003B46FC"/>
    <w:rsid w:val="003B5767"/>
    <w:rsid w:val="003B7605"/>
    <w:rsid w:val="003C08AA"/>
    <w:rsid w:val="003C2A7B"/>
    <w:rsid w:val="003C49EF"/>
    <w:rsid w:val="003C6BCA"/>
    <w:rsid w:val="003C7902"/>
    <w:rsid w:val="003D0BFF"/>
    <w:rsid w:val="003D454D"/>
    <w:rsid w:val="003D6EF1"/>
    <w:rsid w:val="003E5BE5"/>
    <w:rsid w:val="003F18D1"/>
    <w:rsid w:val="003F20EC"/>
    <w:rsid w:val="003F4F0E"/>
    <w:rsid w:val="003F6096"/>
    <w:rsid w:val="003F6E06"/>
    <w:rsid w:val="00403C7A"/>
    <w:rsid w:val="004057A6"/>
    <w:rsid w:val="00406554"/>
    <w:rsid w:val="004131B0"/>
    <w:rsid w:val="00416C42"/>
    <w:rsid w:val="00422476"/>
    <w:rsid w:val="0042385C"/>
    <w:rsid w:val="00427648"/>
    <w:rsid w:val="00431654"/>
    <w:rsid w:val="00434926"/>
    <w:rsid w:val="00443ACE"/>
    <w:rsid w:val="00444217"/>
    <w:rsid w:val="004478F4"/>
    <w:rsid w:val="00450F7A"/>
    <w:rsid w:val="00452C6D"/>
    <w:rsid w:val="00455E0B"/>
    <w:rsid w:val="00462B9F"/>
    <w:rsid w:val="004659EE"/>
    <w:rsid w:val="00473E34"/>
    <w:rsid w:val="004761F5"/>
    <w:rsid w:val="00476BA9"/>
    <w:rsid w:val="00477A24"/>
    <w:rsid w:val="004936C2"/>
    <w:rsid w:val="0049379C"/>
    <w:rsid w:val="004A1CA0"/>
    <w:rsid w:val="004A22E9"/>
    <w:rsid w:val="004A4ACD"/>
    <w:rsid w:val="004A5BC5"/>
    <w:rsid w:val="004B023D"/>
    <w:rsid w:val="004C0909"/>
    <w:rsid w:val="004C2139"/>
    <w:rsid w:val="004C3F97"/>
    <w:rsid w:val="004C4092"/>
    <w:rsid w:val="004D01F2"/>
    <w:rsid w:val="004D3339"/>
    <w:rsid w:val="004D353F"/>
    <w:rsid w:val="004D36D7"/>
    <w:rsid w:val="004D682B"/>
    <w:rsid w:val="004D6CA7"/>
    <w:rsid w:val="004E6152"/>
    <w:rsid w:val="004F344A"/>
    <w:rsid w:val="00504ED4"/>
    <w:rsid w:val="00510639"/>
    <w:rsid w:val="00516142"/>
    <w:rsid w:val="00520027"/>
    <w:rsid w:val="0052093C"/>
    <w:rsid w:val="0052108B"/>
    <w:rsid w:val="00521B31"/>
    <w:rsid w:val="00522469"/>
    <w:rsid w:val="0052400A"/>
    <w:rsid w:val="00536277"/>
    <w:rsid w:val="00536F43"/>
    <w:rsid w:val="005510BA"/>
    <w:rsid w:val="00552329"/>
    <w:rsid w:val="005538C8"/>
    <w:rsid w:val="00554B4E"/>
    <w:rsid w:val="00556C02"/>
    <w:rsid w:val="00561BB2"/>
    <w:rsid w:val="0056290B"/>
    <w:rsid w:val="00563249"/>
    <w:rsid w:val="00563E47"/>
    <w:rsid w:val="00570A65"/>
    <w:rsid w:val="005762B1"/>
    <w:rsid w:val="00580456"/>
    <w:rsid w:val="00580E73"/>
    <w:rsid w:val="00593386"/>
    <w:rsid w:val="00596998"/>
    <w:rsid w:val="005979C1"/>
    <w:rsid w:val="005A6E62"/>
    <w:rsid w:val="005B2FB3"/>
    <w:rsid w:val="005D2B29"/>
    <w:rsid w:val="005D354A"/>
    <w:rsid w:val="005D3E53"/>
    <w:rsid w:val="005D506C"/>
    <w:rsid w:val="005E3235"/>
    <w:rsid w:val="005E4176"/>
    <w:rsid w:val="005E4876"/>
    <w:rsid w:val="005E65B5"/>
    <w:rsid w:val="005F3AE9"/>
    <w:rsid w:val="006007BB"/>
    <w:rsid w:val="00601DC0"/>
    <w:rsid w:val="006034CB"/>
    <w:rsid w:val="00612719"/>
    <w:rsid w:val="006131CE"/>
    <w:rsid w:val="0061336B"/>
    <w:rsid w:val="00613EA5"/>
    <w:rsid w:val="00617D6E"/>
    <w:rsid w:val="00617EDA"/>
    <w:rsid w:val="00622D61"/>
    <w:rsid w:val="00624198"/>
    <w:rsid w:val="00632766"/>
    <w:rsid w:val="00636C28"/>
    <w:rsid w:val="00637885"/>
    <w:rsid w:val="006428E5"/>
    <w:rsid w:val="00644958"/>
    <w:rsid w:val="00647601"/>
    <w:rsid w:val="00672919"/>
    <w:rsid w:val="00682A3B"/>
    <w:rsid w:val="00686587"/>
    <w:rsid w:val="006904CF"/>
    <w:rsid w:val="00695EE2"/>
    <w:rsid w:val="0069660B"/>
    <w:rsid w:val="00697B12"/>
    <w:rsid w:val="006A1B33"/>
    <w:rsid w:val="006A48F1"/>
    <w:rsid w:val="006A71A3"/>
    <w:rsid w:val="006A7E2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D7590"/>
    <w:rsid w:val="006E372B"/>
    <w:rsid w:val="006E5FE9"/>
    <w:rsid w:val="006E6581"/>
    <w:rsid w:val="006E71DF"/>
    <w:rsid w:val="006F1CC4"/>
    <w:rsid w:val="006F2A86"/>
    <w:rsid w:val="006F3163"/>
    <w:rsid w:val="00705FEC"/>
    <w:rsid w:val="0071147A"/>
    <w:rsid w:val="0071185D"/>
    <w:rsid w:val="00715B62"/>
    <w:rsid w:val="007178C4"/>
    <w:rsid w:val="00721E01"/>
    <w:rsid w:val="007222AD"/>
    <w:rsid w:val="007267CF"/>
    <w:rsid w:val="00731F3F"/>
    <w:rsid w:val="00733BAB"/>
    <w:rsid w:val="00737946"/>
    <w:rsid w:val="007436BF"/>
    <w:rsid w:val="007443E9"/>
    <w:rsid w:val="00745DCE"/>
    <w:rsid w:val="00751302"/>
    <w:rsid w:val="00753D89"/>
    <w:rsid w:val="00753DDA"/>
    <w:rsid w:val="007553D8"/>
    <w:rsid w:val="00755C9B"/>
    <w:rsid w:val="00760FE4"/>
    <w:rsid w:val="00761496"/>
    <w:rsid w:val="007636C2"/>
    <w:rsid w:val="00763D8B"/>
    <w:rsid w:val="007657F6"/>
    <w:rsid w:val="00765E47"/>
    <w:rsid w:val="00766ED0"/>
    <w:rsid w:val="0077125A"/>
    <w:rsid w:val="0078405B"/>
    <w:rsid w:val="00786F58"/>
    <w:rsid w:val="00787CC1"/>
    <w:rsid w:val="00792C8C"/>
    <w:rsid w:val="00792F4E"/>
    <w:rsid w:val="0079398D"/>
    <w:rsid w:val="00796C25"/>
    <w:rsid w:val="007A287C"/>
    <w:rsid w:val="007A3B2A"/>
    <w:rsid w:val="007B05DD"/>
    <w:rsid w:val="007B0C9D"/>
    <w:rsid w:val="007B5522"/>
    <w:rsid w:val="007C0EE0"/>
    <w:rsid w:val="007C1B71"/>
    <w:rsid w:val="007C2FBB"/>
    <w:rsid w:val="007C7164"/>
    <w:rsid w:val="007D01F8"/>
    <w:rsid w:val="007D1984"/>
    <w:rsid w:val="007D2AFE"/>
    <w:rsid w:val="007D3D8E"/>
    <w:rsid w:val="007E3264"/>
    <w:rsid w:val="007E3FEA"/>
    <w:rsid w:val="007F0A0B"/>
    <w:rsid w:val="007F3A60"/>
    <w:rsid w:val="007F3D0B"/>
    <w:rsid w:val="007F72E2"/>
    <w:rsid w:val="007F7C94"/>
    <w:rsid w:val="00802FFA"/>
    <w:rsid w:val="00810E4B"/>
    <w:rsid w:val="00814BAA"/>
    <w:rsid w:val="00814C2A"/>
    <w:rsid w:val="00824295"/>
    <w:rsid w:val="00827A65"/>
    <w:rsid w:val="00830473"/>
    <w:rsid w:val="008313F3"/>
    <w:rsid w:val="00836F6F"/>
    <w:rsid w:val="00840097"/>
    <w:rsid w:val="008402F2"/>
    <w:rsid w:val="008405BB"/>
    <w:rsid w:val="00842B97"/>
    <w:rsid w:val="00846494"/>
    <w:rsid w:val="00847B20"/>
    <w:rsid w:val="008509D3"/>
    <w:rsid w:val="00851F79"/>
    <w:rsid w:val="00853418"/>
    <w:rsid w:val="00857CF6"/>
    <w:rsid w:val="008610ED"/>
    <w:rsid w:val="00861C6A"/>
    <w:rsid w:val="00865199"/>
    <w:rsid w:val="00867EAF"/>
    <w:rsid w:val="00870763"/>
    <w:rsid w:val="008713EA"/>
    <w:rsid w:val="00873C6B"/>
    <w:rsid w:val="008743F2"/>
    <w:rsid w:val="008775C8"/>
    <w:rsid w:val="00883323"/>
    <w:rsid w:val="0088426A"/>
    <w:rsid w:val="008852BA"/>
    <w:rsid w:val="00890108"/>
    <w:rsid w:val="00890A8B"/>
    <w:rsid w:val="00893877"/>
    <w:rsid w:val="0089532C"/>
    <w:rsid w:val="00896165"/>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03EF"/>
    <w:rsid w:val="008F340F"/>
    <w:rsid w:val="00903523"/>
    <w:rsid w:val="00906281"/>
    <w:rsid w:val="0090659A"/>
    <w:rsid w:val="00911080"/>
    <w:rsid w:val="0091350B"/>
    <w:rsid w:val="00915986"/>
    <w:rsid w:val="00917624"/>
    <w:rsid w:val="00920458"/>
    <w:rsid w:val="00926CB2"/>
    <w:rsid w:val="00930386"/>
    <w:rsid w:val="009309F5"/>
    <w:rsid w:val="00933237"/>
    <w:rsid w:val="00933F28"/>
    <w:rsid w:val="00944AF2"/>
    <w:rsid w:val="009476C0"/>
    <w:rsid w:val="00951015"/>
    <w:rsid w:val="00963E34"/>
    <w:rsid w:val="00964DFA"/>
    <w:rsid w:val="0098155C"/>
    <w:rsid w:val="00983B77"/>
    <w:rsid w:val="00996053"/>
    <w:rsid w:val="009A0B2F"/>
    <w:rsid w:val="009A1CF4"/>
    <w:rsid w:val="009A37D7"/>
    <w:rsid w:val="009A4E17"/>
    <w:rsid w:val="009A6955"/>
    <w:rsid w:val="009B341C"/>
    <w:rsid w:val="009B5747"/>
    <w:rsid w:val="009B7951"/>
    <w:rsid w:val="009C01F7"/>
    <w:rsid w:val="009D2C27"/>
    <w:rsid w:val="009E2309"/>
    <w:rsid w:val="009E3F8D"/>
    <w:rsid w:val="009E42B9"/>
    <w:rsid w:val="009E4E17"/>
    <w:rsid w:val="009F4C2E"/>
    <w:rsid w:val="00A014A3"/>
    <w:rsid w:val="00A027CC"/>
    <w:rsid w:val="00A0412D"/>
    <w:rsid w:val="00A20D59"/>
    <w:rsid w:val="00A21211"/>
    <w:rsid w:val="00A30F8A"/>
    <w:rsid w:val="00A34E7F"/>
    <w:rsid w:val="00A46F0A"/>
    <w:rsid w:val="00A46F25"/>
    <w:rsid w:val="00A47B89"/>
    <w:rsid w:val="00A47CC2"/>
    <w:rsid w:val="00A502BA"/>
    <w:rsid w:val="00A600AD"/>
    <w:rsid w:val="00A60146"/>
    <w:rsid w:val="00A601A9"/>
    <w:rsid w:val="00A622C4"/>
    <w:rsid w:val="00A6283D"/>
    <w:rsid w:val="00A676FF"/>
    <w:rsid w:val="00A71D29"/>
    <w:rsid w:val="00A73EBA"/>
    <w:rsid w:val="00A754B4"/>
    <w:rsid w:val="00A807C1"/>
    <w:rsid w:val="00A82658"/>
    <w:rsid w:val="00A83374"/>
    <w:rsid w:val="00A96172"/>
    <w:rsid w:val="00A97C5F"/>
    <w:rsid w:val="00AB0D6A"/>
    <w:rsid w:val="00AB43B3"/>
    <w:rsid w:val="00AB49B9"/>
    <w:rsid w:val="00AB501D"/>
    <w:rsid w:val="00AB758A"/>
    <w:rsid w:val="00AC027E"/>
    <w:rsid w:val="00AC1E7E"/>
    <w:rsid w:val="00AC507D"/>
    <w:rsid w:val="00AC66E4"/>
    <w:rsid w:val="00AD04F2"/>
    <w:rsid w:val="00AD4578"/>
    <w:rsid w:val="00AD5F14"/>
    <w:rsid w:val="00AD68E9"/>
    <w:rsid w:val="00AE56C0"/>
    <w:rsid w:val="00B00914"/>
    <w:rsid w:val="00B0115A"/>
    <w:rsid w:val="00B02A8E"/>
    <w:rsid w:val="00B052EE"/>
    <w:rsid w:val="00B1081F"/>
    <w:rsid w:val="00B11631"/>
    <w:rsid w:val="00B200DF"/>
    <w:rsid w:val="00B2496B"/>
    <w:rsid w:val="00B27499"/>
    <w:rsid w:val="00B3010D"/>
    <w:rsid w:val="00B35151"/>
    <w:rsid w:val="00B37900"/>
    <w:rsid w:val="00B433F2"/>
    <w:rsid w:val="00B458E8"/>
    <w:rsid w:val="00B5397B"/>
    <w:rsid w:val="00B53EE9"/>
    <w:rsid w:val="00B6183E"/>
    <w:rsid w:val="00B62809"/>
    <w:rsid w:val="00B7675A"/>
    <w:rsid w:val="00B81898"/>
    <w:rsid w:val="00B82DED"/>
    <w:rsid w:val="00B8606B"/>
    <w:rsid w:val="00B878E7"/>
    <w:rsid w:val="00B879CC"/>
    <w:rsid w:val="00B956AF"/>
    <w:rsid w:val="00B97278"/>
    <w:rsid w:val="00B97943"/>
    <w:rsid w:val="00BA1D0B"/>
    <w:rsid w:val="00BA6972"/>
    <w:rsid w:val="00BB1E0D"/>
    <w:rsid w:val="00BB26C8"/>
    <w:rsid w:val="00BB4D9B"/>
    <w:rsid w:val="00BB73FF"/>
    <w:rsid w:val="00BB7688"/>
    <w:rsid w:val="00BC3200"/>
    <w:rsid w:val="00BC7423"/>
    <w:rsid w:val="00BC7CAC"/>
    <w:rsid w:val="00BD153D"/>
    <w:rsid w:val="00BD1BD8"/>
    <w:rsid w:val="00BD6D76"/>
    <w:rsid w:val="00BE3AEA"/>
    <w:rsid w:val="00BE56B3"/>
    <w:rsid w:val="00BE676D"/>
    <w:rsid w:val="00BF04E8"/>
    <w:rsid w:val="00BF16BF"/>
    <w:rsid w:val="00BF4D1F"/>
    <w:rsid w:val="00BF76BE"/>
    <w:rsid w:val="00C02A73"/>
    <w:rsid w:val="00C063D2"/>
    <w:rsid w:val="00C07FD9"/>
    <w:rsid w:val="00C10955"/>
    <w:rsid w:val="00C11C4D"/>
    <w:rsid w:val="00C1712C"/>
    <w:rsid w:val="00C23E16"/>
    <w:rsid w:val="00C27E37"/>
    <w:rsid w:val="00C31AEF"/>
    <w:rsid w:val="00C32713"/>
    <w:rsid w:val="00C351B8"/>
    <w:rsid w:val="00C410D9"/>
    <w:rsid w:val="00C44DB7"/>
    <w:rsid w:val="00C4510A"/>
    <w:rsid w:val="00C47F2E"/>
    <w:rsid w:val="00C52BA6"/>
    <w:rsid w:val="00C52F4D"/>
    <w:rsid w:val="00C57A1A"/>
    <w:rsid w:val="00C60BBD"/>
    <w:rsid w:val="00C61B05"/>
    <w:rsid w:val="00C6258F"/>
    <w:rsid w:val="00C62C41"/>
    <w:rsid w:val="00C63DF6"/>
    <w:rsid w:val="00C63E58"/>
    <w:rsid w:val="00C6495E"/>
    <w:rsid w:val="00C670EE"/>
    <w:rsid w:val="00C67E3B"/>
    <w:rsid w:val="00C73E03"/>
    <w:rsid w:val="00C8718B"/>
    <w:rsid w:val="00C872E4"/>
    <w:rsid w:val="00C87938"/>
    <w:rsid w:val="00C90311"/>
    <w:rsid w:val="00C91C26"/>
    <w:rsid w:val="00CA73D5"/>
    <w:rsid w:val="00CB5068"/>
    <w:rsid w:val="00CC1C87"/>
    <w:rsid w:val="00CC3000"/>
    <w:rsid w:val="00CC4859"/>
    <w:rsid w:val="00CC7A35"/>
    <w:rsid w:val="00CD072A"/>
    <w:rsid w:val="00CD4ACC"/>
    <w:rsid w:val="00CD7F73"/>
    <w:rsid w:val="00CE03DA"/>
    <w:rsid w:val="00CE26C5"/>
    <w:rsid w:val="00CE36AF"/>
    <w:rsid w:val="00CE47F3"/>
    <w:rsid w:val="00CE54DD"/>
    <w:rsid w:val="00CF0DA5"/>
    <w:rsid w:val="00CF5D31"/>
    <w:rsid w:val="00CF5F3B"/>
    <w:rsid w:val="00CF791A"/>
    <w:rsid w:val="00D00513"/>
    <w:rsid w:val="00D00D7D"/>
    <w:rsid w:val="00D139C8"/>
    <w:rsid w:val="00D17F81"/>
    <w:rsid w:val="00D24100"/>
    <w:rsid w:val="00D2758C"/>
    <w:rsid w:val="00D275CA"/>
    <w:rsid w:val="00D2789B"/>
    <w:rsid w:val="00D31F7E"/>
    <w:rsid w:val="00D345AB"/>
    <w:rsid w:val="00D41566"/>
    <w:rsid w:val="00D458EC"/>
    <w:rsid w:val="00D501B0"/>
    <w:rsid w:val="00D52582"/>
    <w:rsid w:val="00D56A0E"/>
    <w:rsid w:val="00D57AD3"/>
    <w:rsid w:val="00D62F25"/>
    <w:rsid w:val="00D635FE"/>
    <w:rsid w:val="00D66A7B"/>
    <w:rsid w:val="00D67452"/>
    <w:rsid w:val="00D729DE"/>
    <w:rsid w:val="00D75B6A"/>
    <w:rsid w:val="00D84BDA"/>
    <w:rsid w:val="00D84CA3"/>
    <w:rsid w:val="00D86D9E"/>
    <w:rsid w:val="00D87013"/>
    <w:rsid w:val="00D876A8"/>
    <w:rsid w:val="00D87F26"/>
    <w:rsid w:val="00D913F0"/>
    <w:rsid w:val="00D93063"/>
    <w:rsid w:val="00D933B0"/>
    <w:rsid w:val="00D951FC"/>
    <w:rsid w:val="00D977E8"/>
    <w:rsid w:val="00D97B16"/>
    <w:rsid w:val="00DB1C89"/>
    <w:rsid w:val="00DB3763"/>
    <w:rsid w:val="00DB4029"/>
    <w:rsid w:val="00DB511B"/>
    <w:rsid w:val="00DB5F4D"/>
    <w:rsid w:val="00DB66F2"/>
    <w:rsid w:val="00DB6DA5"/>
    <w:rsid w:val="00DC076B"/>
    <w:rsid w:val="00DC186F"/>
    <w:rsid w:val="00DC252F"/>
    <w:rsid w:val="00DC6050"/>
    <w:rsid w:val="00DD43EA"/>
    <w:rsid w:val="00DE6F44"/>
    <w:rsid w:val="00DF1B58"/>
    <w:rsid w:val="00DF4ED2"/>
    <w:rsid w:val="00E009DA"/>
    <w:rsid w:val="00E037D9"/>
    <w:rsid w:val="00E04927"/>
    <w:rsid w:val="00E11A48"/>
    <w:rsid w:val="00E130EB"/>
    <w:rsid w:val="00E162CD"/>
    <w:rsid w:val="00E17FA5"/>
    <w:rsid w:val="00E21BFE"/>
    <w:rsid w:val="00E26930"/>
    <w:rsid w:val="00E27257"/>
    <w:rsid w:val="00E27F4F"/>
    <w:rsid w:val="00E449D0"/>
    <w:rsid w:val="00E44A34"/>
    <w:rsid w:val="00E4506A"/>
    <w:rsid w:val="00E476F7"/>
    <w:rsid w:val="00E53F99"/>
    <w:rsid w:val="00E56510"/>
    <w:rsid w:val="00E62EA8"/>
    <w:rsid w:val="00E6525D"/>
    <w:rsid w:val="00E67A6E"/>
    <w:rsid w:val="00E71B43"/>
    <w:rsid w:val="00E81612"/>
    <w:rsid w:val="00E87D18"/>
    <w:rsid w:val="00E87D62"/>
    <w:rsid w:val="00E97333"/>
    <w:rsid w:val="00EA486E"/>
    <w:rsid w:val="00EA4FA3"/>
    <w:rsid w:val="00EB001B"/>
    <w:rsid w:val="00EB3082"/>
    <w:rsid w:val="00EB6C33"/>
    <w:rsid w:val="00EB75C0"/>
    <w:rsid w:val="00ED1697"/>
    <w:rsid w:val="00ED6019"/>
    <w:rsid w:val="00ED7830"/>
    <w:rsid w:val="00EE3909"/>
    <w:rsid w:val="00EF4205"/>
    <w:rsid w:val="00EF508F"/>
    <w:rsid w:val="00EF5939"/>
    <w:rsid w:val="00F01714"/>
    <w:rsid w:val="00F0258F"/>
    <w:rsid w:val="00F02D06"/>
    <w:rsid w:val="00F056E5"/>
    <w:rsid w:val="00F06FDD"/>
    <w:rsid w:val="00F10819"/>
    <w:rsid w:val="00F11219"/>
    <w:rsid w:val="00F16F35"/>
    <w:rsid w:val="00F17559"/>
    <w:rsid w:val="00F21D3B"/>
    <w:rsid w:val="00F2229D"/>
    <w:rsid w:val="00F2563C"/>
    <w:rsid w:val="00F25ABB"/>
    <w:rsid w:val="00F27963"/>
    <w:rsid w:val="00F30103"/>
    <w:rsid w:val="00F30446"/>
    <w:rsid w:val="00F4135D"/>
    <w:rsid w:val="00F41F1B"/>
    <w:rsid w:val="00F46BD9"/>
    <w:rsid w:val="00F56DF7"/>
    <w:rsid w:val="00F60BE0"/>
    <w:rsid w:val="00F62653"/>
    <w:rsid w:val="00F6280E"/>
    <w:rsid w:val="00F7050A"/>
    <w:rsid w:val="00F75533"/>
    <w:rsid w:val="00F8036D"/>
    <w:rsid w:val="00F809DC"/>
    <w:rsid w:val="00F86EB0"/>
    <w:rsid w:val="00F90474"/>
    <w:rsid w:val="00FA3811"/>
    <w:rsid w:val="00FA3B9F"/>
    <w:rsid w:val="00FA3F06"/>
    <w:rsid w:val="00FA4583"/>
    <w:rsid w:val="00FA4A26"/>
    <w:rsid w:val="00FA7084"/>
    <w:rsid w:val="00FA7BEF"/>
    <w:rsid w:val="00FB1105"/>
    <w:rsid w:val="00FB1929"/>
    <w:rsid w:val="00FB5FD9"/>
    <w:rsid w:val="00FB7B90"/>
    <w:rsid w:val="00FC6862"/>
    <w:rsid w:val="00FD33AB"/>
    <w:rsid w:val="00FD4724"/>
    <w:rsid w:val="00FD4A68"/>
    <w:rsid w:val="00FD68ED"/>
    <w:rsid w:val="00FE2824"/>
    <w:rsid w:val="00FE2F0E"/>
    <w:rsid w:val="00FE4F56"/>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7D01F8"/>
    <w:pPr>
      <w:spacing w:before="60" w:after="60" w:line="276" w:lineRule="auto"/>
    </w:pPr>
    <w:rPr>
      <w:sz w:val="22"/>
      <w:szCs w:val="22"/>
    </w:rPr>
  </w:style>
  <w:style w:type="paragraph" w:styleId="Heading1">
    <w:name w:val="heading 1"/>
    <w:basedOn w:val="Normal"/>
    <w:next w:val="Normal"/>
    <w:link w:val="Heading1Char"/>
    <w:autoRedefine/>
    <w:uiPriority w:val="9"/>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7D01F8"/>
    <w:pPr>
      <w:numPr>
        <w:ilvl w:val="2"/>
        <w:numId w:val="12"/>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944AF2"/>
    <w:pPr>
      <w:numPr>
        <w:numId w:val="11"/>
      </w:numPr>
      <w:ind w:left="1080"/>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7D01F8"/>
    <w:pPr>
      <w:numPr>
        <w:numId w:val="12"/>
      </w:numPr>
      <w:spacing w:before="240"/>
    </w:pPr>
    <w:rPr>
      <w:rFonts w:ascii="Arial" w:hAnsi="Arial"/>
      <w:color w:val="auto"/>
    </w:rPr>
  </w:style>
  <w:style w:type="paragraph" w:customStyle="1" w:styleId="SubStepAlpha">
    <w:name w:val="SubStep Alpha"/>
    <w:basedOn w:val="Normal"/>
    <w:qFormat/>
    <w:rsid w:val="007D01F8"/>
    <w:pPr>
      <w:numPr>
        <w:ilvl w:val="3"/>
        <w:numId w:val="1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05E61"/>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7D01F8"/>
    <w:pPr>
      <w:numPr>
        <w:numId w:val="1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7D01F8"/>
    <w:pPr>
      <w:numPr>
        <w:ilvl w:val="1"/>
        <w:numId w:val="12"/>
      </w:numPr>
    </w:pPr>
    <w:rPr>
      <w:rFonts w:ascii="Arial" w:hAnsi="Arial"/>
      <w:color w:val="auto"/>
      <w:sz w:val="24"/>
    </w:rPr>
  </w:style>
  <w:style w:type="character" w:customStyle="1" w:styleId="Heading3Char">
    <w:name w:val="Heading 3 Char"/>
    <w:basedOn w:val="DefaultParagraphFont"/>
    <w:rsid w:val="00231DCA"/>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BF76BE"/>
    <w:rPr>
      <w:rFonts w:eastAsia="Times New Roman"/>
      <w:b/>
      <w:bCs/>
      <w:sz w:val="28"/>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1">
    <w:name w:val="Heading 3 Char1"/>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231DCA"/>
    <w:pPr>
      <w:spacing w:before="0" w:after="120" w:line="240" w:lineRule="auto"/>
    </w:pPr>
    <w:rPr>
      <w:rFonts w:eastAsia="Times New Roman"/>
      <w:sz w:val="20"/>
      <w:szCs w:val="24"/>
    </w:rPr>
  </w:style>
  <w:style w:type="character" w:customStyle="1" w:styleId="BodyTextChar">
    <w:name w:val="Body Text Char"/>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C73E03"/>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customStyle="1" w:styleId="Commandlineindent">
    <w:name w:val="Command line indent"/>
    <w:link w:val="CommandlineindentChar"/>
    <w:rsid w:val="00944AF2"/>
    <w:pPr>
      <w:ind w:left="1080"/>
    </w:pPr>
    <w:rPr>
      <w:rFonts w:ascii="Courier New" w:eastAsia="Times New Roman" w:hAnsi="Courier New"/>
      <w:szCs w:val="24"/>
      <w:lang w:val="pt-BR"/>
    </w:rPr>
  </w:style>
  <w:style w:type="character" w:customStyle="1" w:styleId="CommandlineindentChar">
    <w:name w:val="Command line indent Char"/>
    <w:link w:val="Commandlineindent"/>
    <w:rsid w:val="00944AF2"/>
    <w:rPr>
      <w:rFonts w:ascii="Courier New" w:eastAsia="Times New Roman" w:hAnsi="Courier New"/>
      <w:szCs w:val="24"/>
      <w:lang w:val="pt-BR" w:bidi="ar-SA"/>
    </w:rPr>
  </w:style>
  <w:style w:type="paragraph" w:styleId="Revision">
    <w:name w:val="Revision"/>
    <w:hidden/>
    <w:uiPriority w:val="99"/>
    <w:semiHidden/>
    <w:rsid w:val="00DF4ED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7D01F8"/>
    <w:pPr>
      <w:spacing w:before="60" w:after="60" w:line="276" w:lineRule="auto"/>
    </w:pPr>
    <w:rPr>
      <w:sz w:val="22"/>
      <w:szCs w:val="22"/>
    </w:rPr>
  </w:style>
  <w:style w:type="paragraph" w:styleId="Heading1">
    <w:name w:val="heading 1"/>
    <w:basedOn w:val="Normal"/>
    <w:next w:val="Normal"/>
    <w:link w:val="Heading1Char"/>
    <w:autoRedefine/>
    <w:uiPriority w:val="9"/>
    <w:semiHidden/>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semiHidden/>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semiHidden/>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semiHidden/>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7D01F8"/>
    <w:pPr>
      <w:numPr>
        <w:ilvl w:val="2"/>
        <w:numId w:val="12"/>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944AF2"/>
    <w:pPr>
      <w:numPr>
        <w:numId w:val="11"/>
      </w:numPr>
      <w:ind w:left="1080"/>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7D01F8"/>
    <w:pPr>
      <w:numPr>
        <w:numId w:val="12"/>
      </w:numPr>
      <w:spacing w:before="240"/>
    </w:pPr>
    <w:rPr>
      <w:rFonts w:ascii="Arial" w:hAnsi="Arial"/>
      <w:color w:val="auto"/>
    </w:rPr>
  </w:style>
  <w:style w:type="paragraph" w:customStyle="1" w:styleId="SubStepAlpha">
    <w:name w:val="SubStep Alpha"/>
    <w:basedOn w:val="Normal"/>
    <w:qFormat/>
    <w:rsid w:val="007D01F8"/>
    <w:pPr>
      <w:numPr>
        <w:ilvl w:val="3"/>
        <w:numId w:val="12"/>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05E61"/>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7D01F8"/>
    <w:pPr>
      <w:numPr>
        <w:numId w:val="1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7D01F8"/>
    <w:pPr>
      <w:numPr>
        <w:ilvl w:val="1"/>
        <w:numId w:val="12"/>
      </w:numPr>
    </w:pPr>
    <w:rPr>
      <w:rFonts w:ascii="Arial" w:hAnsi="Arial"/>
      <w:color w:val="auto"/>
      <w:sz w:val="24"/>
    </w:rPr>
  </w:style>
  <w:style w:type="character" w:customStyle="1" w:styleId="Heading3Char">
    <w:name w:val="Heading 3 Char"/>
    <w:basedOn w:val="DefaultParagraphFont"/>
    <w:rsid w:val="00231DCA"/>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BF76BE"/>
    <w:rPr>
      <w:rFonts w:eastAsia="Times New Roman"/>
      <w:b/>
      <w:bCs/>
      <w:sz w:val="28"/>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1">
    <w:name w:val="Heading 3 Char1"/>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231DCA"/>
    <w:pPr>
      <w:spacing w:before="0" w:after="120" w:line="240" w:lineRule="auto"/>
    </w:pPr>
    <w:rPr>
      <w:rFonts w:eastAsia="Times New Roman"/>
      <w:sz w:val="20"/>
      <w:szCs w:val="24"/>
    </w:rPr>
  </w:style>
  <w:style w:type="character" w:customStyle="1" w:styleId="BodyTextChar">
    <w:name w:val="Body Text Char"/>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C73E03"/>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customStyle="1" w:styleId="Commandlineindent">
    <w:name w:val="Command line indent"/>
    <w:link w:val="CommandlineindentChar"/>
    <w:rsid w:val="00944AF2"/>
    <w:pPr>
      <w:ind w:left="1080"/>
    </w:pPr>
    <w:rPr>
      <w:rFonts w:ascii="Courier New" w:eastAsia="Times New Roman" w:hAnsi="Courier New"/>
      <w:szCs w:val="24"/>
      <w:lang w:val="pt-BR"/>
    </w:rPr>
  </w:style>
  <w:style w:type="character" w:customStyle="1" w:styleId="CommandlineindentChar">
    <w:name w:val="Command line indent Char"/>
    <w:link w:val="Commandlineindent"/>
    <w:rsid w:val="00944AF2"/>
    <w:rPr>
      <w:rFonts w:ascii="Courier New" w:eastAsia="Times New Roman" w:hAnsi="Courier New"/>
      <w:szCs w:val="24"/>
      <w:lang w:val="pt-BR" w:bidi="ar-SA"/>
    </w:rPr>
  </w:style>
  <w:style w:type="paragraph" w:styleId="Revision">
    <w:name w:val="Revision"/>
    <w:hidden/>
    <w:uiPriority w:val="99"/>
    <w:semiHidden/>
    <w:rsid w:val="00DF4ED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Unicon\Curriculum_Templates\CCNA_Security_P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6E233-1845-4B6F-8306-D191B770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CCNA_Security_PT-Template.dotx</Template>
  <TotalTime>1</TotalTime>
  <Pages>3</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dholzing</cp:lastModifiedBy>
  <cp:revision>2</cp:revision>
  <cp:lastPrinted>2015-04-06T22:47:00Z</cp:lastPrinted>
  <dcterms:created xsi:type="dcterms:W3CDTF">2015-07-02T22:55:00Z</dcterms:created>
  <dcterms:modified xsi:type="dcterms:W3CDTF">2015-07-02T22:55:00Z</dcterms:modified>
</cp:coreProperties>
</file>